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00"/>
      </w:tblGrid>
      <w:tr w:rsidR="007175EB" w:rsidTr="00543C1A">
        <w:tc>
          <w:tcPr>
            <w:tcW w:w="4622" w:type="dxa"/>
          </w:tcPr>
          <w:p w:rsidR="007175EB" w:rsidRDefault="007175EB" w:rsidP="00C9125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7175EB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527001">
              <w:rPr>
                <w:rFonts w:ascii="Times New Roman" w:hAnsi="Times New Roman" w:cs="Times New Roman"/>
                <w:sz w:val="28"/>
                <w:szCs w:val="28"/>
              </w:rPr>
              <w:t xml:space="preserve"> и науки </w:t>
            </w:r>
            <w:bookmarkStart w:id="0" w:name="_GoBack"/>
            <w:bookmarkEnd w:id="0"/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75EB" w:rsidRPr="00E97E5F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175EB" w:rsidRPr="0030696C" w:rsidRDefault="007175EB" w:rsidP="00B9398A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252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  <w:r w:rsidR="00306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7175EB" w:rsidRPr="00ED71DC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175EB" w:rsidRPr="00644E2C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 И С О К</w:t>
      </w:r>
    </w:p>
    <w:p w:rsidR="007175EB" w:rsidRDefault="007175EB" w:rsidP="00B9398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810">
        <w:rPr>
          <w:rFonts w:ascii="Times New Roman" w:hAnsi="Times New Roman" w:cs="Times New Roman"/>
          <w:b/>
          <w:sz w:val="28"/>
          <w:szCs w:val="28"/>
        </w:rPr>
        <w:t xml:space="preserve">мест регистрации </w:t>
      </w:r>
      <w:r w:rsidR="00DD0A5E">
        <w:rPr>
          <w:rFonts w:ascii="Times New Roman" w:hAnsi="Times New Roman" w:cs="Times New Roman"/>
          <w:b/>
          <w:sz w:val="28"/>
          <w:szCs w:val="28"/>
        </w:rPr>
        <w:t>на</w:t>
      </w:r>
      <w:r w:rsidRPr="00424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A5E">
        <w:rPr>
          <w:rFonts w:ascii="Times New Roman" w:hAnsi="Times New Roman" w:cs="Times New Roman"/>
          <w:b/>
          <w:sz w:val="28"/>
          <w:szCs w:val="28"/>
        </w:rPr>
        <w:t>сдачу</w:t>
      </w:r>
      <w:r w:rsidRPr="00424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A5E">
        <w:rPr>
          <w:rFonts w:ascii="Times New Roman" w:hAnsi="Times New Roman" w:cs="Times New Roman"/>
          <w:b/>
          <w:sz w:val="28"/>
          <w:szCs w:val="28"/>
        </w:rPr>
        <w:t>ЕГЭ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2159"/>
        <w:gridCol w:w="4678"/>
        <w:gridCol w:w="1836"/>
      </w:tblGrid>
      <w:tr w:rsidR="007175EB" w:rsidTr="00C91258">
        <w:trPr>
          <w:tblHeader/>
        </w:trPr>
        <w:tc>
          <w:tcPr>
            <w:tcW w:w="601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9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  <w:r w:rsidR="00640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(ОО)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/АТЕ</w:t>
            </w: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7175EB" w:rsidRPr="00622DBD" w:rsidRDefault="006830C3" w:rsidP="006830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836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справок</w:t>
            </w:r>
          </w:p>
        </w:tc>
      </w:tr>
      <w:tr w:rsidR="007175EB" w:rsidRPr="00BD361E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622DBD" w:rsidRDefault="003D5700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о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>бразовательн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(колледжи)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>, находящ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иеся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городе Иваново</w:t>
            </w:r>
            <w:r w:rsidR="0033690E">
              <w:rPr>
                <w:rFonts w:ascii="Times New Roman" w:hAnsi="Times New Roman" w:cs="Times New Roman"/>
                <w:b/>
                <w:sz w:val="24"/>
                <w:szCs w:val="24"/>
              </w:rPr>
              <w:t>, для обучающихся СПО г. Иваново</w:t>
            </w:r>
          </w:p>
        </w:tc>
      </w:tr>
      <w:tr w:rsidR="007175EB" w:rsidRPr="00644E2C" w:rsidTr="00EE48EF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890317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57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(колледжи) г.Иваново</w:t>
            </w:r>
          </w:p>
        </w:tc>
        <w:tc>
          <w:tcPr>
            <w:tcW w:w="4678" w:type="dxa"/>
            <w:vAlign w:val="center"/>
          </w:tcPr>
          <w:p w:rsidR="007175EB" w:rsidRPr="00890317" w:rsidRDefault="007175EB" w:rsidP="00EE48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нахождения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75EB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622DBD" w:rsidRDefault="001F6CEF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F6CEF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униципальные органы управления образованием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175EB"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ородски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175EB"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890317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890317">
              <w:rPr>
                <w:rFonts w:ascii="Times New Roman" w:hAnsi="Times New Roman" w:cs="Times New Roman"/>
                <w:sz w:val="24"/>
                <w:szCs w:val="24"/>
              </w:rPr>
              <w:t>Иваново</w:t>
            </w:r>
          </w:p>
        </w:tc>
        <w:tc>
          <w:tcPr>
            <w:tcW w:w="4678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="00006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Революции, д.6 (по графику и по предварительной записи по телефону)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8(4932)329691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Вичуга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Парковая, 11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8(49354)22397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Кинешма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50-летия Комсомола, 20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8(49331)53252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Кохма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Октябрьская, 33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8(4932)939206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Тейково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Октябрьская,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8(49343)24303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Шуя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пер. Милиционный,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8(49351)41543</w:t>
            </w:r>
          </w:p>
        </w:tc>
      </w:tr>
      <w:tr w:rsidR="007175EB" w:rsidRPr="00644E2C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006679" w:rsidRDefault="001F6CEF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F6CEF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униципальные органы управления образованием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7175EB" w:rsidRPr="00644E2C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175EB" w:rsidRPr="00644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467EB4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Верхне-Ландеховский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>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Верхний Ландех, ул. Западная, 30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8(49349)21291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Вичугский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Вичуга, пер. Широкий,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8(49354)23382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Гаврилово-Посадский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Гаврилов Посад, ул. Пионерская, 14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8(49355)21871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Заволжский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Заволжск, ул. Мира, 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8(49333)60039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Ивановский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 xml:space="preserve">г. Иваново, ул. </w:t>
            </w:r>
            <w:r w:rsidRPr="008903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тепанова, д 28а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8(4932)300521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Ильинский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Ильинское – Хованское, ул. Советская,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8(49353)21203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Кинешемский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Кинешма, ул. Ленина, 12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8(49331)53584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Комсомольск, ул. 50 лет ВЛКСМ,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8(49352)41759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Лежнево, ул. Октябрьская, 32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8(49357)21173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Лухский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п.г.т. Лух, ул. Октябрьская,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8(49344)21631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Палехский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Палех, ул. Ленина, 1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8(49334)22165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Пестяковский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Пестяки ул. Гагарина, 62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8(49346)21362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Приволжск ул. Революционная, 63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8(49339)41765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Пучежский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Пучеж, ул. Ленина, 27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8(49345)21433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Родниковский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Родники, ул. Советская, 15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8(49336)22567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Савинский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Савино, ул. Первомайская, 22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8(49356)91794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Тейковский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Тейково, ул. Октябрьская, 2а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8(49343)22198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Фурмановский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Фурманов, ул. Социалистическая, 15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8(49341)21725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Шуйский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Шуя, пр. Ленина, 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8(49351)43087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Южский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Южа, ул. Пушкина, 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8(49347)21151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Юрьевец, ул. Советская, 143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8(49337)21848</w:t>
            </w:r>
          </w:p>
        </w:tc>
      </w:tr>
    </w:tbl>
    <w:p w:rsidR="007175EB" w:rsidRPr="00ED71DC" w:rsidRDefault="007175EB" w:rsidP="007175EB">
      <w:pPr>
        <w:rPr>
          <w:rFonts w:ascii="Times New Roman" w:hAnsi="Times New Roman" w:cs="Times New Roman"/>
          <w:sz w:val="10"/>
          <w:szCs w:val="24"/>
        </w:rPr>
      </w:pPr>
    </w:p>
    <w:sectPr w:rsidR="007175EB" w:rsidRPr="00ED71DC" w:rsidSect="008F293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E1" w:rsidRDefault="00E024E1" w:rsidP="00CE0494">
      <w:pPr>
        <w:spacing w:after="0" w:line="240" w:lineRule="auto"/>
      </w:pPr>
      <w:r>
        <w:separator/>
      </w:r>
    </w:p>
  </w:endnote>
  <w:endnote w:type="continuationSeparator" w:id="0">
    <w:p w:rsidR="00E024E1" w:rsidRDefault="00E024E1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E1" w:rsidRDefault="00E024E1" w:rsidP="00CE0494">
      <w:pPr>
        <w:spacing w:after="0" w:line="240" w:lineRule="auto"/>
      </w:pPr>
      <w:r>
        <w:separator/>
      </w:r>
    </w:p>
  </w:footnote>
  <w:footnote w:type="continuationSeparator" w:id="0">
    <w:p w:rsidR="00E024E1" w:rsidRDefault="00E024E1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13F">
          <w:rPr>
            <w:noProof/>
          </w:rPr>
          <w:t>2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 w15:restartNumberingAfterBreak="0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 w15:restartNumberingAfterBreak="0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6551"/>
    <w:rsid w:val="0007683F"/>
    <w:rsid w:val="00080DA3"/>
    <w:rsid w:val="0008174F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613F"/>
    <w:rsid w:val="000B7BBA"/>
    <w:rsid w:val="000C0717"/>
    <w:rsid w:val="000C0C61"/>
    <w:rsid w:val="000C1FF3"/>
    <w:rsid w:val="000C2B87"/>
    <w:rsid w:val="000D71AA"/>
    <w:rsid w:val="000E1F59"/>
    <w:rsid w:val="000E3D4E"/>
    <w:rsid w:val="000E3E49"/>
    <w:rsid w:val="000E3FC6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37E6"/>
    <w:rsid w:val="0011553F"/>
    <w:rsid w:val="0011625B"/>
    <w:rsid w:val="0012522E"/>
    <w:rsid w:val="001305C5"/>
    <w:rsid w:val="00132B60"/>
    <w:rsid w:val="00135E22"/>
    <w:rsid w:val="00143695"/>
    <w:rsid w:val="00150BAF"/>
    <w:rsid w:val="001527A8"/>
    <w:rsid w:val="00153814"/>
    <w:rsid w:val="00157EE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C3B7A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6534"/>
    <w:rsid w:val="002E3397"/>
    <w:rsid w:val="002E437E"/>
    <w:rsid w:val="002E4F38"/>
    <w:rsid w:val="002E5300"/>
    <w:rsid w:val="002E5763"/>
    <w:rsid w:val="002F4867"/>
    <w:rsid w:val="003036B7"/>
    <w:rsid w:val="0030518F"/>
    <w:rsid w:val="00305359"/>
    <w:rsid w:val="0030687F"/>
    <w:rsid w:val="0030696C"/>
    <w:rsid w:val="003106D3"/>
    <w:rsid w:val="00311516"/>
    <w:rsid w:val="00311B2C"/>
    <w:rsid w:val="003144DA"/>
    <w:rsid w:val="00323EF6"/>
    <w:rsid w:val="0033117B"/>
    <w:rsid w:val="00331E8C"/>
    <w:rsid w:val="0033479A"/>
    <w:rsid w:val="0033690E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1CB6"/>
    <w:rsid w:val="003D5700"/>
    <w:rsid w:val="003E0CEE"/>
    <w:rsid w:val="003E0E70"/>
    <w:rsid w:val="003E51F0"/>
    <w:rsid w:val="003E53DF"/>
    <w:rsid w:val="003E5625"/>
    <w:rsid w:val="003E56F7"/>
    <w:rsid w:val="003F2576"/>
    <w:rsid w:val="003F6E4D"/>
    <w:rsid w:val="00400571"/>
    <w:rsid w:val="0041091E"/>
    <w:rsid w:val="00411830"/>
    <w:rsid w:val="004120CC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27001"/>
    <w:rsid w:val="00532294"/>
    <w:rsid w:val="00534BFC"/>
    <w:rsid w:val="00536270"/>
    <w:rsid w:val="00542E83"/>
    <w:rsid w:val="00543C1A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91E8F"/>
    <w:rsid w:val="00593E5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63E0B"/>
    <w:rsid w:val="00671B28"/>
    <w:rsid w:val="00671F41"/>
    <w:rsid w:val="00672538"/>
    <w:rsid w:val="006830C3"/>
    <w:rsid w:val="00684644"/>
    <w:rsid w:val="00685221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F2CEA"/>
    <w:rsid w:val="007003A2"/>
    <w:rsid w:val="00710AF2"/>
    <w:rsid w:val="00712AAA"/>
    <w:rsid w:val="00716DA2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C44"/>
    <w:rsid w:val="008B6DC0"/>
    <w:rsid w:val="008C02B8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441AC"/>
    <w:rsid w:val="00B46831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398A"/>
    <w:rsid w:val="00B944CA"/>
    <w:rsid w:val="00B9469A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673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80A8B"/>
    <w:rsid w:val="00D86D08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0A5E"/>
    <w:rsid w:val="00DD6F0F"/>
    <w:rsid w:val="00DE2738"/>
    <w:rsid w:val="00DE5157"/>
    <w:rsid w:val="00DE6268"/>
    <w:rsid w:val="00DE7457"/>
    <w:rsid w:val="00DF37EC"/>
    <w:rsid w:val="00DF4F9D"/>
    <w:rsid w:val="00E024E1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75A2"/>
    <w:rsid w:val="00E85803"/>
    <w:rsid w:val="00E87731"/>
    <w:rsid w:val="00E95666"/>
    <w:rsid w:val="00E95700"/>
    <w:rsid w:val="00E96871"/>
    <w:rsid w:val="00E97E5F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D7C"/>
    <w:rsid w:val="00EE48EF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FF91"/>
  <w15:docId w15:val="{8A668C1B-3726-43CE-90BC-794DD437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9B1C-176C-4C48-8FAC-4805F4C1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120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Любовь Юрьевна  Малкова</cp:lastModifiedBy>
  <cp:revision>33</cp:revision>
  <cp:lastPrinted>2023-10-12T14:18:00Z</cp:lastPrinted>
  <dcterms:created xsi:type="dcterms:W3CDTF">2023-10-12T10:08:00Z</dcterms:created>
  <dcterms:modified xsi:type="dcterms:W3CDTF">2024-12-06T08:24:00Z</dcterms:modified>
</cp:coreProperties>
</file>