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F5DBE" w:rsidRPr="00F46504" w:rsidTr="00091445">
        <w:tc>
          <w:tcPr>
            <w:tcW w:w="4643" w:type="dxa"/>
          </w:tcPr>
          <w:p w:rsidR="007F5DBE" w:rsidRPr="00F46504" w:rsidRDefault="007F5DBE" w:rsidP="00091445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06D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</w:t>
            </w:r>
            <w:r w:rsidR="001D7800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D2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C4CC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7F5DBE" w:rsidRPr="00F46504" w:rsidRDefault="007F5DBE" w:rsidP="00091445">
            <w:pPr>
              <w:rPr>
                <w:rFonts w:ascii="Times New Roman" w:hAnsi="Times New Roman" w:cs="Times New Roman"/>
              </w:rPr>
            </w:pPr>
          </w:p>
        </w:tc>
      </w:tr>
    </w:tbl>
    <w:p w:rsidR="007F5DBE" w:rsidRPr="00F46504" w:rsidRDefault="007F5DBE" w:rsidP="007F5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283D12" w:rsidP="007C4CC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 А М Я Т К А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br/>
              <w:t>о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 xml:space="preserve"> правилах проведения ЕГЭ в 202</w:t>
            </w:r>
            <w:r w:rsidR="003B1839">
              <w:rPr>
                <w:rFonts w:ascii="Times New Roman" w:hAnsi="Times New Roman" w:cs="Times New Roman"/>
                <w:b/>
                <w:sz w:val="28"/>
              </w:rPr>
              <w:t>5</w:t>
            </w:r>
            <w:bookmarkStart w:id="0" w:name="_GoBack"/>
            <w:bookmarkEnd w:id="0"/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году</w:t>
            </w:r>
            <w:r w:rsidR="00625C7B" w:rsidRPr="00F46504">
              <w:rPr>
                <w:rFonts w:ascii="Times New Roman" w:hAnsi="Times New Roman" w:cs="Times New Roman"/>
                <w:b/>
                <w:sz w:val="28"/>
              </w:rPr>
              <w:t xml:space="preserve"> для ознакомления участников</w:t>
            </w:r>
            <w:r w:rsidR="00EF1533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0312E" w:rsidRPr="00F46504">
              <w:rPr>
                <w:rFonts w:ascii="Times New Roman" w:hAnsi="Times New Roman" w:cs="Times New Roman"/>
                <w:b/>
                <w:sz w:val="28"/>
              </w:rPr>
              <w:t xml:space="preserve">экзаменов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/ родителей (законных представителей)</w:t>
            </w:r>
            <w:r w:rsidR="00B55066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4080" w:rsidRPr="00F46504">
              <w:rPr>
                <w:rFonts w:ascii="Times New Roman" w:hAnsi="Times New Roman" w:cs="Times New Roman"/>
                <w:b/>
                <w:sz w:val="28"/>
              </w:rPr>
              <w:t>/</w:t>
            </w:r>
            <w:r w:rsidR="00B55066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4080" w:rsidRPr="00F46504">
              <w:rPr>
                <w:rFonts w:ascii="Times New Roman" w:hAnsi="Times New Roman" w:cs="Times New Roman"/>
                <w:b/>
                <w:sz w:val="28"/>
              </w:rPr>
              <w:t>уполномоченных лиц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под </w:t>
            </w:r>
            <w:r w:rsidR="00343F1E">
              <w:rPr>
                <w:rFonts w:ascii="Times New Roman" w:hAnsi="Times New Roman" w:cs="Times New Roman"/>
                <w:b/>
                <w:sz w:val="28"/>
              </w:rPr>
              <w:t>под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пись</w:t>
            </w: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информация о порядке проведении ЕГЭ</w:t>
            </w:r>
          </w:p>
          <w:p w:rsidR="007F5DBE" w:rsidRPr="005910D3" w:rsidRDefault="007F5DBE" w:rsidP="00E14790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государственный экзамен (далее – ЕГЭ) – это форма государственной итоговой аттестации по образовательным программам среднего общего образования (далее – ГИА), которая проводится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использованием контрольных измерительных материалов, представляющих собой комплексы заданий стандартизированной формы, (далее </w:t>
            </w:r>
            <w:r w:rsidR="00E1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КИМ) – для </w:t>
            </w:r>
            <w:r w:rsidR="00E14790" w:rsidRPr="00E1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обучающихся образовательных организаций, освоивших образовательные программы среднего общего образования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E14790" w:rsidRPr="00E1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очной, очно-заочной или заочной </w:t>
            </w:r>
            <w:r w:rsidR="00E14790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формах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том числе иностранных граждан, лиц без гражданства, соотечественников за рубежом, беженцев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вын</w:t>
            </w:r>
            <w:r w:rsidR="004E5C4F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ужденных переселенцев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для </w:t>
            </w:r>
            <w:r w:rsidRPr="005910D3">
              <w:rPr>
                <w:rFonts w:ascii="Times New Roman" w:hAnsi="Times New Roman" w:cs="Times New Roman"/>
                <w:sz w:val="28"/>
                <w:szCs w:val="28"/>
              </w:rPr>
              <w:t xml:space="preserve">экстернов, допущенных </w:t>
            </w:r>
            <w:r w:rsidR="00B905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5910D3">
              <w:rPr>
                <w:rFonts w:ascii="Times New Roman" w:hAnsi="Times New Roman" w:cs="Times New Roman"/>
                <w:sz w:val="28"/>
                <w:szCs w:val="28"/>
              </w:rPr>
              <w:t>в текущем году к ГИА</w:t>
            </w:r>
            <w:r w:rsidR="005910D3" w:rsidRPr="005910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910D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далее –</w:t>
            </w:r>
            <w:r w:rsid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10D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ГИА)</w:t>
            </w:r>
            <w:r w:rsidRPr="005910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C20A1A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Выпускники прошлых лет, лица, обучающиеся по образовательным программам среднего профессионального образования, а также обучающиеся, получающие среднее общее образование в иностранных образовательных организациях (далее –</w:t>
            </w:r>
            <w:r w:rsid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ЕГЭ), также</w:t>
            </w: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имеют право сдавать ЕГЭ, в том числе при наличии у них действующих результатов ЕГЭ прошлых лет.</w:t>
            </w:r>
          </w:p>
          <w:p w:rsidR="00267DFB" w:rsidRPr="005910D3" w:rsidRDefault="00267DFB" w:rsidP="00267DFB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ЕГЭ по учебному предмету «Математика» проводится по двум уровням: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ЕГЭ, результаты которого признаются в качестве результатов ГИА (далее – ЕГЭ по математике базового уровня)</w:t>
            </w:r>
            <w:r w:rsidR="001D7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получения аттестата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D7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среднем общем образовании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ЕГЭ, результаты которого признаются в качестве результатов ГИА</w:t>
            </w:r>
            <w:r w:rsidR="001D7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получения аттестата о среднем общем образовании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в качестве результатов вступительных испытаний по математике при приеме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обучение по программам бакалавриата и программам специалитета (далее – ЕГЭ по математике профильного уровня).</w:t>
            </w:r>
          </w:p>
          <w:p w:rsidR="000A5D45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 </w:t>
            </w:r>
            <w:r w:rsidRPr="005910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выбирают один уровень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ЕГЭ по математике (базовый или профильный). 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Выпускники прошлых лет, обучающиеся СПО, а также обучающиеся иностранных ОО вправе выбрать только профильный уровень ЕГЭ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математике.</w:t>
            </w:r>
          </w:p>
          <w:p w:rsidR="007F5DBE" w:rsidRDefault="007F5DBE" w:rsidP="004E5C4F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участия в ЕГЭ необходимо подать заявление с перечнем </w:t>
            </w: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выбранных предметов до 1 февраля </w:t>
            </w:r>
            <w:r w:rsidR="003C53E3"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6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271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включительно</w:t>
            </w: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71058" w:rsidRPr="005910D3" w:rsidRDefault="00271058" w:rsidP="00271058">
            <w:pPr>
              <w:pStyle w:val="ad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экзаменов вправе изменить (дополнить) перечень указанных в заявлении учебных предметов, а также сроки участия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экзаменах при наличии у них уважительных причин (болезни или иных обстоятельств). В этом случае в ГЭК подается соответствующее заявление, а также документы, подтверждающие уважительность причин изменения (дополнения) перечня учебных предметов и (или) сроков участия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экзаменах</w:t>
            </w:r>
            <w:r w:rsidR="00DC780B" w:rsidRPr="005910D3">
              <w:t xml:space="preserve"> 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соответствующего экзамена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71058" w:rsidRPr="005910D3" w:rsidRDefault="00271058" w:rsidP="00DC780B">
            <w:pPr>
              <w:pStyle w:val="ad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ED695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ГИА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вправе изменить указанный в заявлении уровень ЕГЭ по математике. В этом случае в ГЭК 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подается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заявлени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указанием измене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нного уровня ЕГЭ по математике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соответствующего экзамена.</w:t>
            </w:r>
          </w:p>
          <w:p w:rsidR="007F5DBE" w:rsidRPr="008165D4" w:rsidRDefault="007F5DBE" w:rsidP="004E5C4F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ЕГЭ проводится в пунктах проведения экзаменов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ППЭ), места расположения которых утверждаются Департаментом образования </w:t>
            </w:r>
            <w:r w:rsidR="00EC6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науки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Ивановской области </w:t>
            </w:r>
            <w:r w:rsidR="004E5C4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</w:t>
            </w:r>
            <w:r w:rsidR="00EC6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</w:t>
            </w:r>
            <w:r w:rsidR="004E5C4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B905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государственной экзаменационной комиссией Ивановской области (далее – ГЭК).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обеспечения безопасности</w:t>
            </w:r>
            <w:r w:rsidR="008D1C0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обеспечения порядка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предотвращения фактов на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рушения порядка проведения ЕГЭ: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ППЭ оборудуются стационарными и (или) 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переносными металлоискателями;</w:t>
            </w:r>
          </w:p>
          <w:p w:rsidR="007F5DBE" w:rsidRPr="007B7A2B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аудитории и помещение руководителя ППЭ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(Штаб ППЭ)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оборудуются средствами видеонаблюдения. Участники экзаменов информируются о ведении видеонаблюдения в </w:t>
            </w:r>
            <w:r w:rsidRPr="00F4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аудиториях ППЭ;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решению </w:t>
            </w:r>
            <w:r w:rsidR="004E5C4F"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Департамента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 оборудуются системами подавления сигналов подвижной связи.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</w:t>
            </w:r>
            <w:r w:rsidR="00F57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ограниченными возможностями здоровья (далее – ОВЗ), детей-инвалидов и инвалидов, а также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Департамент </w:t>
            </w:r>
            <w:r w:rsidR="00EC6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организует проведение ЕГЭ в условиях, </w:t>
            </w:r>
            <w:r w:rsidR="00CC7F35" w:rsidRPr="00CC7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учитывающих состояние их здоровья, особенности психофизического развития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Основанием для организации экзамена на дому, в медицинской организации является </w:t>
            </w:r>
            <w:r w:rsidR="00207435" w:rsidRP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медицинской организации и оригинал или надлежащим образом заверенная 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психолого-медико-педагогической комиссии.</w:t>
            </w:r>
          </w:p>
          <w:p w:rsidR="007F5DBE" w:rsidRPr="007B7A2B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F57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распределяются по ППЭ Департаментом </w:t>
            </w:r>
            <w:r w:rsidR="00EC6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1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ГЭК.</w:t>
            </w:r>
          </w:p>
          <w:p w:rsidR="008E2B9D" w:rsidRPr="007B7A2B" w:rsidRDefault="007F5DBE" w:rsidP="008E2B9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ППЭ (адрес, наименование), в который участник распределен на конкретный экзамен, указывается в уведомлении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регистрации на экзамены. Уведомления о регистрации на экзамены выдаются </w:t>
            </w:r>
            <w:r w:rsidR="00410788"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участникам ГИА </w:t>
            </w: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в которых </w:t>
            </w: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они были допущены к ГИА, участникам ЕГЭ – в местах, в которых они были зарегистрированы на сдачу ЕГЭ.</w:t>
            </w:r>
          </w:p>
          <w:p w:rsidR="007F5DBE" w:rsidRPr="00863323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проведения ЕГЭ предусматривается единое расписание экзаменов. По каждому учебному предмету устанавливается продолжительность проведения экзаменов.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ЕГЭ по всем учебным предметам начинается в 10.00.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В продолжительность экзамена по учебным предметам </w:t>
            </w:r>
            <w:r w:rsidR="00B905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не включается время, выделенное на подготовительные мероприятия (настройк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технических средств, используемых при проведении экзаменов, инструктаж участников экзамена, печать экзаменационных материалов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932F2" w:rsidRPr="000932F2">
              <w:rPr>
                <w:rFonts w:ascii="Times New Roman" w:hAnsi="Times New Roman" w:cs="Times New Roman"/>
                <w:sz w:val="28"/>
                <w:szCs w:val="28"/>
              </w:rPr>
              <w:t>за исключением печати дополнительных бланков)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выдач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 </w:t>
            </w:r>
            <w:r w:rsidRPr="00410788">
              <w:rPr>
                <w:rFonts w:ascii="Times New Roman" w:hAnsi="Times New Roman" w:cs="Times New Roman"/>
                <w:sz w:val="28"/>
                <w:szCs w:val="28"/>
              </w:rPr>
              <w:t>экзаменационных материалов, заполнение ими регистрационных полей бланков</w:t>
            </w:r>
            <w:r w:rsidR="00B67690" w:rsidRPr="00410788">
              <w:rPr>
                <w:rFonts w:ascii="Times New Roman" w:hAnsi="Times New Roman" w:cs="Times New Roman"/>
                <w:sz w:val="28"/>
                <w:szCs w:val="28"/>
              </w:rPr>
              <w:t>, перенос ассистентом ответов участников экзаменов</w:t>
            </w:r>
            <w:r w:rsidRPr="0041078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продолжительности экзамена 4 и более час</w:t>
            </w:r>
            <w:r w:rsidR="00310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организуется питание обучающихся и экстернов.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с ОВЗ, детей-инвалидов и инвалидов продолжительность экзамена увеличивается на 1,5 часа (за исключением </w:t>
            </w:r>
            <w:r w:rsidR="00FF2FA4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ЕГЭ по иностранным языкам, требующего предоставления участниками экзаменов устных ответов 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(раздел 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Говорение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)). Продолжительность ЕГЭ по иностранным языкам</w:t>
            </w:r>
            <w:r w:rsidR="00FF2FA4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требующего предоставления участниками экзаменов устных ответов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(раздел 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Говорение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для таких участников ЕГЭ увеличивается на 30 минут.</w:t>
            </w:r>
          </w:p>
          <w:p w:rsidR="00CF6FCE" w:rsidRPr="00863323" w:rsidRDefault="007F5DBE" w:rsidP="00CF6FCE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ГИА признаются удовлетворительными в случае если участник ГИА по обязательным учебным предметам при сдаче ЕГЭ (за исключением ЕГЭ по математике базового уровня) набрал количество баллов не ниже минимального, определяемого </w:t>
            </w: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Федеральной службой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надзору в сфере образования и науки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а при сдаче ЕГЭ по математике базового уровня получил отметку не ниже удовлетворительной.</w:t>
            </w:r>
          </w:p>
          <w:p w:rsidR="00A51426" w:rsidRPr="004B3453" w:rsidRDefault="00A51426" w:rsidP="00A51426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66128F">
              <w:rPr>
                <w:rFonts w:ascii="Times New Roman" w:hAnsi="Times New Roman" w:cs="Times New Roman"/>
                <w:sz w:val="28"/>
                <w:szCs w:val="24"/>
              </w:rPr>
              <w:t xml:space="preserve">ЕГЭ по учебному предмету «Информатика» проводится </w:t>
            </w:r>
            <w:r w:rsidR="00B9057E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</w:t>
            </w:r>
            <w:r w:rsidRPr="0066128F">
              <w:rPr>
                <w:rFonts w:ascii="Times New Roman" w:hAnsi="Times New Roman" w:cs="Times New Roman"/>
                <w:sz w:val="28"/>
                <w:szCs w:val="24"/>
              </w:rPr>
              <w:t>в компьютерной форме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(КЕГЭ)</w:t>
            </w:r>
            <w:r w:rsidR="00310B1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4B3453" w:rsidRPr="00AD4560" w:rsidRDefault="00AA2D1F" w:rsidP="004B3453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Аудитории, выделяемые для проведения ЕГЭ по информатике, оснащаются компьютерной техникой, не имеющей доступа к сети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установленным специализированным программным обеспечением </w:t>
            </w:r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(текстовые редакторы, редакторы электронных таблиц, среды программирования на языках: Школьный алгоритмический язык, C#, C++, Pascal, Java, Python).</w:t>
            </w:r>
          </w:p>
          <w:p w:rsidR="007F5DBE" w:rsidRPr="008165D4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ГИА.</w:t>
            </w:r>
          </w:p>
          <w:p w:rsidR="00AE1BD3" w:rsidRPr="00AE1BD3" w:rsidRDefault="00751E45" w:rsidP="00BB5D46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Результаты </w:t>
            </w:r>
            <w:r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ЕГЭ в течение одного рабочего дня</w:t>
            </w:r>
            <w:r w:rsidR="00FA0BF5"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  <w:r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утверждаются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председателем ГЭК. После утверждения результаты ЕГЭ в течение одного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 xml:space="preserve">рабочего дня передаются в образовательные </w:t>
            </w:r>
            <w:r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организации</w:t>
            </w:r>
            <w:r w:rsidR="00BB5D46"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, органы местного самоуправления, осуществляющие управление в сфере образования, </w:t>
            </w:r>
            <w:r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для последующего ознакомле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ния участников экзамена с полученными ими результатами ЕГЭ.</w:t>
            </w:r>
          </w:p>
          <w:p w:rsidR="009A7F4F" w:rsidRPr="00AE1BD3" w:rsidRDefault="007F5DBE" w:rsidP="00AE1BD3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</w:t>
            </w:r>
            <w:r w:rsidR="00AE1BD3"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экзамена</w:t>
            </w: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утвержденными председателем ГЭК результатами ЕГЭ по учебному предмету осуществляется в течение одного рабочего дня со дня их передачи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образовательные организации</w:t>
            </w:r>
            <w:r w:rsidRPr="00D02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</w:t>
            </w:r>
            <w:r w:rsidRPr="00D02E0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осуществляющие управление в сфере образования</w:t>
            </w:r>
            <w:r w:rsidRPr="00D02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Указанный день считается официальным днем объявления результатов.</w:t>
            </w:r>
          </w:p>
          <w:p w:rsidR="007F5DBE" w:rsidRPr="008165D4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>Результаты ЕГЭ при приеме на обучение по программам бакалавриата и программам специалитета действительны четыре года, следующих за годом получения результатов.</w:t>
            </w:r>
          </w:p>
          <w:p w:rsidR="007F5DBE" w:rsidRPr="008165D4" w:rsidRDefault="007F5DBE" w:rsidP="00E17A53">
            <w:pPr>
              <w:widowControl w:val="0"/>
              <w:spacing w:before="24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Обязанности участника </w:t>
            </w:r>
            <w:r w:rsidR="00AE5964"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рамках участия в ЕГЭ: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 должен прибыть в ППЭ не менее чем за 45 минут до его начала. Вход участников </w:t>
            </w:r>
            <w:r w:rsidR="002D710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ППЭ начинается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9.00.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Допуск участников </w:t>
            </w:r>
            <w:r w:rsidR="008B2BF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ППЭ осуществляется при наличии у них документов, удостоверяющих их личность, и при наличии их в спис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ках распределения в данный ППЭ.</w:t>
            </w:r>
          </w:p>
          <w:p w:rsidR="007F5DBE" w:rsidRPr="00864D3B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Ознакомиться со списками распределения участников по аудиториям можно на информационном стенде при входе в ППЭ.</w:t>
            </w:r>
          </w:p>
          <w:p w:rsidR="007F5DBE" w:rsidRPr="00864D3B" w:rsidRDefault="007F5DBE" w:rsidP="00091445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В случае отсутствия у участник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ГИА документ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, удостоверяющ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личность, при наличии </w:t>
            </w:r>
            <w:r w:rsidR="00EC25A6" w:rsidRPr="00864D3B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в списках распределения в данный ППЭ, допуск в ППЭ осуществляется после подтверждения </w:t>
            </w:r>
            <w:r w:rsidR="00EC25A6" w:rsidRPr="00864D3B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личности сопровождающим</w:t>
            </w:r>
            <w:r w:rsidR="00295994"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от образовательной организации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864D3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документа, удостоверяющего личность,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участника ЕГЭ он не допускается в ППЭ. Повторно к участию в ЕГЭ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данному учебному предмету в </w:t>
            </w:r>
            <w:r w:rsidR="00AA7C74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</w:t>
            </w: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указанные участники ЕГЭ могут быть допущены только по решению председателя ГЭК.</w:t>
            </w:r>
          </w:p>
          <w:p w:rsidR="007F5DBE" w:rsidRPr="008165D4" w:rsidRDefault="007F5DBE" w:rsidP="0053730A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участник </w:t>
            </w:r>
            <w:r w:rsidR="0086178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опоздал на экзамен, он допускается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сдаче ЕГЭ в установленном порядке, 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этом </w:t>
            </w:r>
            <w:r w:rsidR="00283D12" w:rsidRP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окончания экзамена, зафиксированное организаторами на доске (информационном стенде)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продлевается, инструктаж </w:t>
            </w:r>
            <w:r w:rsidR="00283D12" w:rsidRP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организаторами не проводится</w:t>
            </w:r>
            <w:r w:rsidR="0053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53730A" w:rsidRPr="0053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исключением, когда в аудитории нет других участников экзаменов)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чем сообщается участнику </w:t>
            </w:r>
            <w:r w:rsidR="006F75E3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аудитории нет других участников или, если участники в аудитории завершили прослушивание аудиозаписи). Персональное аудирование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опоздавших участников не проводится (за исключением, если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аудитории нет других участников экзамена).</w:t>
            </w:r>
          </w:p>
          <w:p w:rsidR="007F5DBE" w:rsidRPr="0009775B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 время проведения экзамена участники </w:t>
            </w:r>
            <w:r w:rsidR="00CC59BB"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соблюдают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установленный порядок проведения ГИА и следуют указаниям организаторов.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сдается участниками ЕГЭ самостоятельно, без помощи посторонних лиц. Во время экзамена на рабочем месте участника, помимо экзаменационных материалов, находятся: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гелевая</w:t>
            </w:r>
            <w:r w:rsid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капиллярная ручка с чернилами черного цвета</w:t>
            </w:r>
            <w:r w:rsidR="00376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64EC" w:rsidRPr="003764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(экзаменационные работы, выполненные другими письменными принадлежностями, не обрабатываются и не проверяются)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документ, удостоверяющий личность;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средства обучения и воспитания, которые можно использовать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ЕГЭ по отдельным учебным предметам;</w:t>
            </w:r>
          </w:p>
          <w:p w:rsidR="007F5DBE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лекарства (при необходимости);</w:t>
            </w:r>
          </w:p>
          <w:p w:rsidR="009963D1" w:rsidRPr="0009775B" w:rsidRDefault="009963D1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(при необходимости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7F5DBE" w:rsidRPr="0009775B" w:rsidRDefault="009963D1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7F5DBE"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технические средства (для лиц с ОВЗ, детей-инвалидов и инвалидов);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963D1"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выданные в ППЭ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черновики (за исключением ЕГЭ по иностранным языкам, </w:t>
            </w:r>
            <w:r w:rsidR="00D11607" w:rsidRP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требующего предоставления участниками экзаменов устных ответов </w:t>
            </w:r>
            <w:r w:rsid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«Говорение»</w:t>
            </w:r>
            <w:r w:rsid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hAnsi="Times New Roman" w:cs="Times New Roman"/>
                <w:sz w:val="28"/>
                <w:szCs w:val="28"/>
              </w:rPr>
              <w:t>Иные личные вещи участники экзамена оставляют в специально отведенном месте для хранения личных вещей участников экзамен</w:t>
            </w:r>
            <w:r w:rsidR="00116B3D">
              <w:rPr>
                <w:rFonts w:ascii="Times New Roman" w:hAnsi="Times New Roman" w:cs="Times New Roman"/>
                <w:sz w:val="28"/>
                <w:szCs w:val="28"/>
              </w:rPr>
              <w:t xml:space="preserve">а, расположенном до входа в ППЭ </w:t>
            </w:r>
            <w:r w:rsidR="00116B3D" w:rsidRPr="00116B3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6746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</w:t>
            </w:r>
            <w:r w:rsidR="00116B3D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D46746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проведения экзамена (в период с момента входа в ППЭ и до окончания экзамена) в ППЭ участникам </w:t>
            </w:r>
            <w:r w:rsidR="00CC39A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запрещается:</w:t>
            </w:r>
          </w:p>
          <w:p w:rsidR="007F5DBE" w:rsidRPr="008165D4" w:rsidRDefault="007F5DBE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иметь при себе: </w:t>
            </w:r>
          </w:p>
          <w:p w:rsidR="007F5DBE" w:rsidRPr="008165D4" w:rsidRDefault="007F5DBE" w:rsidP="00FF2FA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уведомление о регистрации на экзамены (необходимо оставить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месте для хранения личных вещей, которое организовано до входа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ППЭ, или отдать сопровождающему от образовательной организации); </w:t>
            </w:r>
          </w:p>
          <w:p w:rsidR="004959C5" w:rsidRPr="008165D4" w:rsidRDefault="007F5DBE" w:rsidP="00FF2FA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</w:t>
            </w:r>
          </w:p>
          <w:p w:rsidR="004959C5" w:rsidRPr="008165D4" w:rsidRDefault="004959C5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выносить из аудиторий письменные заметки и иные средства хранения и передачи информации;</w:t>
            </w:r>
          </w:p>
          <w:p w:rsidR="007F5DBE" w:rsidRDefault="007F5DBE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выносить из аудиторий и ППЭ экзаменационные материалы,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КИМ и черновики, на бумажном или электронном носителях, 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>фотографировать экзаменационные материалы</w:t>
            </w:r>
            <w:r w:rsidR="00582926">
              <w:rPr>
                <w:rFonts w:ascii="Times New Roman" w:hAnsi="Times New Roman" w:cs="Times New Roman"/>
                <w:sz w:val="28"/>
                <w:szCs w:val="28"/>
              </w:rPr>
              <w:t xml:space="preserve"> и черновики</w:t>
            </w:r>
            <w:r w:rsidR="00582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2926" w:rsidRDefault="00582926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другими участниками </w:t>
            </w:r>
            <w:r w:rsidR="00575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2926" w:rsidRDefault="00474DBB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свободно перемещаться по аудитории и ППЭ, выходить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аудитории без разрешения организатора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="00741CD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занимают рабочие места в аудитории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со списками распределения. Изменение рабочего места запрещено.</w:t>
            </w:r>
          </w:p>
          <w:p w:rsidR="007F5DBE" w:rsidRPr="00474DBB" w:rsidRDefault="007F5DBE" w:rsidP="00474DBB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DBB">
              <w:rPr>
                <w:rFonts w:ascii="Times New Roman" w:hAnsi="Times New Roman" w:cs="Times New Roman"/>
                <w:sz w:val="28"/>
                <w:szCs w:val="28"/>
              </w:rPr>
              <w:t xml:space="preserve">Во время экзамена участники экзамена могут перемещаться </w:t>
            </w:r>
            <w:r w:rsidR="00B9057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4DBB">
              <w:rPr>
                <w:rFonts w:ascii="Times New Roman" w:hAnsi="Times New Roman" w:cs="Times New Roman"/>
                <w:sz w:val="28"/>
                <w:szCs w:val="28"/>
              </w:rPr>
              <w:t>по ППЭ в сопровождении одного из организаторов.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выходе из аудитории во время экзамена участник </w:t>
            </w:r>
            <w:r w:rsidR="00C54C37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должен оставить экзаменационные материалы, черновики и письменные принадлежности на рабочем столе.</w:t>
            </w:r>
          </w:p>
          <w:p w:rsidR="00F34BE4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CD28C2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допустившие нарушение указанных требований или иные нарушения Порядка проведения ГИА, удаляются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      </w:r>
            <w:r w:rsidR="00ED64F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Порядка проведения ГИА подтверждается, председатель ГЭК принимает решение об аннулировании результатов участника </w:t>
            </w:r>
            <w:r w:rsidR="00B00F1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соответствующему учебному предмету.</w:t>
            </w:r>
          </w:p>
          <w:p w:rsidR="007F5DBE" w:rsidRPr="008165D4" w:rsidRDefault="00F34BE4" w:rsidP="00F34BE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Нарушение установленного законодательством об образовании порядка проведения </w:t>
            </w:r>
            <w:r w:rsidR="00F5726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влечет наложение административного штрафа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ч. 4 ст. 19.30. Кодекса Российской Федерации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административных правонарушениях от 30.12.2001 № 195-ФЗ</w:t>
            </w:r>
            <w:r w:rsidR="00CE76B7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46303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Права участника</w:t>
            </w:r>
            <w:r w:rsidR="006A29BA"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A29BA" w:rsidRPr="0084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экзамена </w:t>
            </w:r>
            <w:r w:rsidRPr="0084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рамках участия в ЕГЭ:</w:t>
            </w:r>
          </w:p>
          <w:p w:rsidR="007F5DBE" w:rsidRPr="008165D4" w:rsidRDefault="007F5DBE" w:rsidP="0045472F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D60D0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может при выполнении работы использовать черновики со штампом образовательной организации, на базе которой организован ППЭ, и делать пометки в КИМ (в случае проведения ЕГЭ по иностранным языкам (раздел «Говорение») черновики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выдаются).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Внимание!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Черновики и КИМ не проверяются и записи в них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учитываются при обработке</w:t>
            </w:r>
            <w:r w:rsidR="00330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0DFB" w:rsidRPr="00330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экзаменационной работы</w:t>
            </w:r>
            <w:r w:rsidR="00ED69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234189" w:rsidRDefault="007F5DBE" w:rsidP="00ED6953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нехватки места в бланке для ответов на задания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развернутым ответом по просьбе участника </w:t>
            </w:r>
            <w:r w:rsidR="00B30C18"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дополнительный бланк.</w:t>
            </w:r>
          </w:p>
          <w:p w:rsidR="007F5DBE" w:rsidRPr="00234189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 участникам выдаются черновики.</w:t>
            </w:r>
          </w:p>
          <w:p w:rsidR="00612C12" w:rsidRDefault="00BE1437" w:rsidP="00612C12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экзамена</w:t>
            </w:r>
            <w:r w:rsidR="007F5DBE"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который по состоянию здоровья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другим 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сопровождении организатора проходит в медицинский кабинет, куда приглашается член ГЭК. В случае согласи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досрочно завершить экзамен составляется Акт о досрочном завершении экзамена по объективным причинам. В дальнейшем участник </w:t>
            </w:r>
            <w:r w:rsidR="00751DDA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575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решению председателя ГЭК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сможет сдать экзамен по данному предмету в резервные сроки.</w:t>
            </w:r>
          </w:p>
          <w:p w:rsidR="007F5DBE" w:rsidRPr="00612C12" w:rsidRDefault="007F5DBE" w:rsidP="00612C12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AE7241"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досрочно завершившие выполнение экзаменационной работы, могут покинуть ППЭ. Организаторы принимают у них все экзаменационные материалы.</w:t>
            </w:r>
          </w:p>
          <w:p w:rsidR="007F5DBE" w:rsidRPr="0006159A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4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случае если участник ГИА получил </w:t>
            </w:r>
            <w:r w:rsidR="0095681C"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неудовлетворительные результаты </w:t>
            </w:r>
            <w:r w:rsidRPr="009C141A">
              <w:rPr>
                <w:rFonts w:ascii="Times New Roman" w:hAnsi="Times New Roman" w:cs="Times New Roman"/>
                <w:sz w:val="28"/>
                <w:szCs w:val="28"/>
              </w:rPr>
              <w:t>по одному из обязательных учебных предметов</w:t>
            </w:r>
            <w:r w:rsidR="006E09E1"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 (русский язык или математика)</w:t>
            </w:r>
            <w:r w:rsidRPr="009C141A">
              <w:rPr>
                <w:rFonts w:ascii="Times New Roman" w:hAnsi="Times New Roman" w:cs="Times New Roman"/>
                <w:sz w:val="28"/>
                <w:szCs w:val="28"/>
              </w:rPr>
              <w:t>, он допускается повторно к ГИА по данному учебному предмету в текущем году в резервные сроки</w:t>
            </w:r>
            <w:r w:rsidRPr="000615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9C141A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E57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ГИА, получившие неудовлетворительный результат </w:t>
            </w:r>
            <w:r w:rsidR="00B9057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E80E57">
              <w:rPr>
                <w:rFonts w:ascii="Times New Roman" w:hAnsi="Times New Roman" w:cs="Times New Roman"/>
                <w:sz w:val="28"/>
                <w:szCs w:val="28"/>
              </w:rPr>
              <w:t>на ЕГЭ по математике, вправе изменить выбранный ими ранее уровень ЕГЭ по математике для повторного участия в ЕГЭ в резервные сроки.</w:t>
            </w:r>
          </w:p>
          <w:p w:rsidR="001E2B41" w:rsidRPr="00E80E57" w:rsidRDefault="001E2B41" w:rsidP="001E2B41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Участникам </w:t>
            </w:r>
            <w:r w:rsidR="00E80E57"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получившим неудовлетворительный результат </w:t>
            </w:r>
            <w:r w:rsidR="00B9057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по учебным предметам по выбору, предоставляется право </w:t>
            </w:r>
            <w:r w:rsidR="00612C12">
              <w:rPr>
                <w:rFonts w:ascii="Times New Roman" w:hAnsi="Times New Roman" w:cs="Times New Roman"/>
                <w:sz w:val="28"/>
                <w:szCs w:val="28"/>
              </w:rPr>
              <w:t>участия в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F5C">
              <w:rPr>
                <w:rFonts w:ascii="Times New Roman" w:hAnsi="Times New Roman" w:cs="Times New Roman"/>
                <w:sz w:val="28"/>
                <w:szCs w:val="28"/>
              </w:rPr>
              <w:t>ЕГЭ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C12" w:rsidRPr="00612C1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12C12" w:rsidRPr="00E80E57">
              <w:rPr>
                <w:rFonts w:ascii="Times New Roman" w:hAnsi="Times New Roman" w:cs="Times New Roman"/>
                <w:sz w:val="28"/>
                <w:szCs w:val="28"/>
              </w:rPr>
              <w:t>соответствующим учебным предметам не ранее чем в следующем году</w:t>
            </w:r>
            <w:r w:rsidRPr="00E80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70ACE" w:rsidRPr="008165D4" w:rsidRDefault="00E80E57" w:rsidP="001E2B41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170ACE" w:rsidRPr="00E80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частникам ЕГЭ, получившим в текущем году неудовлетворительные результаты ЕГЭ по учебным предметам, предоставляется право участия в ЕГЭ по соответствующим учебным предметам не ранее чем в следующем году.</w:t>
            </w:r>
          </w:p>
          <w:p w:rsidR="003A5A2E" w:rsidRPr="003A5A2E" w:rsidRDefault="00F66C79" w:rsidP="00F66C79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Повторный допуск к сдаче экзаменов в дополнительный </w:t>
            </w:r>
            <w:r w:rsidR="003535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(сентябрьский) </w:t>
            </w: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A2E"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п. 94 Порядка проведения ГИА</w:t>
            </w:r>
            <w:r w:rsid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A2E"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решению председателя ГЭК к ГИА в форме ЕГЭ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3A5A2E"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русскому языку и (или) математике базового уровня в дополнительный период, но не ранее 1 сентября текущего года допускаются: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обучающиеся образовательных организаций и экстерны,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допущенные к ГИА в текущем учебном году, но получившие допуск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ГИА в текущем году в сроки, исключающие возможность прохождения ГИА до завершения основного периода проведения ГИА в текущем году;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ГИА, не прошедшие ГИА по обязательным учебным предметам, в том числе участники ГИА, чьи результаты ГИА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обязательным учебным предметам в текущем учебном году были аннулированы по решению председателя ГЭК в случае выявления фактов нарушения Порядка проведения ГИА участниками;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участники,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 в резервные сроки.</w:t>
            </w:r>
          </w:p>
          <w:p w:rsidR="003A5A2E" w:rsidRPr="003A5A2E" w:rsidRDefault="003A5A2E" w:rsidP="003A5A2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 на участие в ГИА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дополнительный (сентябрьский) период подаются в образовательную организацию, в которую указанные лица восстановились на срок, необходимый для прохождения ГИА,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дополнительного периода.</w:t>
            </w:r>
          </w:p>
          <w:p w:rsidR="007F5DBE" w:rsidRPr="008165D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Прием и рассмотрение апелляций.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F8716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 подать апелляцию о нарушении установленного Порядка проведения ГИА и (или) о несогласии с выставленными баллами в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апелляционную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комиссию.</w:t>
            </w:r>
          </w:p>
          <w:p w:rsidR="007F5DBE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рассматривает апелляции по вопросам содержания и структуры заданий по учебным предметам, а также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вопросам, связанным с оцениванием результатов выполнения заданий экзаменационной работы с кратким ответом, нарушением участником </w:t>
            </w:r>
            <w:r w:rsidR="00F8716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требований Порядка проведения ГИА и неправильным </w:t>
            </w:r>
            <w:r w:rsidR="007F5DBE" w:rsidRPr="00816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заполнением бланков ЕГЭ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F5910" w:rsidRPr="008165D4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Апелляционная комиссия не рассматривает записи в черновиках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КИМ в качестве материалов апелляции о несогласии с выставленными баллами.</w:t>
            </w:r>
          </w:p>
          <w:p w:rsidR="007F5DBE" w:rsidRPr="008165D4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позднее чем за один рабочий день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даты рассмотрения апелляции информирует участников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подавших апелляции, о времени и месте их рассмотрения.</w:t>
            </w:r>
          </w:p>
          <w:p w:rsidR="000F1AE1" w:rsidRDefault="007F5DBE" w:rsidP="000F1AE1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ЕГЭ и (или) их родители (законные представители)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желании присутствуют при рассмотрении апелляции.</w:t>
            </w:r>
          </w:p>
          <w:p w:rsidR="007F5DBE" w:rsidRPr="008165D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Апелляцию о нарушении Порядка проведения ГИА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 </w:t>
            </w:r>
            <w:r w:rsidR="005D54CA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подает в день проведения экзамена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соответствующему учебному предмету члену ГЭК, не покидая ППЭ.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нарушении Порядка проведения ГИА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апелляцию, заключение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результатах проверки и выносит одно из решений: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отклонении апелляции;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удовлетворении апелляции.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удовлетворении апелляции о нарушении Порядка проведения ГИА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повторно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сдать экзамен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соответствующему учебному предмету в иной день, предусмотренный</w:t>
            </w:r>
            <w:r w:rsidR="00F40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единым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расписанием проведения ЕГЭ.</w:t>
            </w:r>
          </w:p>
          <w:p w:rsidR="00DB0A45" w:rsidRPr="00DB0A45" w:rsidRDefault="007F5DBE" w:rsidP="003D3EFA">
            <w:pPr>
              <w:pStyle w:val="ad"/>
              <w:widowControl w:val="0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0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Апелляция о несогласии с выставленными баллами, </w:t>
            </w:r>
            <w:r w:rsidRPr="00F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 результатам перепроверки экзаменационной работы, подается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двух рабочих дней, следующих за официальным днем объявления результатов экзамена по соответствующему учебному предмету</w:t>
            </w:r>
            <w:r w:rsidR="0036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3639E7" w:rsidRDefault="007F5DBE" w:rsidP="003D3EFA">
            <w:pPr>
              <w:pStyle w:val="ad"/>
              <w:widowControl w:val="0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0EA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ГИА или их родители (законные представители) </w:t>
            </w:r>
            <w:r w:rsidR="001D1880">
              <w:rPr>
                <w:rFonts w:ascii="Times New Roman" w:hAnsi="Times New Roman" w:cs="Times New Roman"/>
                <w:sz w:val="28"/>
                <w:szCs w:val="28"/>
              </w:rPr>
              <w:t>при предъявлении</w:t>
            </w:r>
            <w:r w:rsidRPr="004420E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документов, удостоверяющих личность, подают апелляцию о несогласии с </w:t>
            </w:r>
            <w:r w:rsidRPr="00EF0F92">
              <w:rPr>
                <w:rFonts w:ascii="Times New Roman" w:hAnsi="Times New Roman" w:cs="Times New Roman"/>
                <w:sz w:val="28"/>
                <w:szCs w:val="28"/>
              </w:rPr>
              <w:t>выставленными баллами в образовательные организации, которыми они были допущены к ГИА; иные участники ЕГЭ или их родители (законные представители) на основании документов, удостоверяющих их личность, – в места, в которых они были зарегистрированы на сдачу ЕГЭ.</w:t>
            </w:r>
          </w:p>
          <w:p w:rsidR="001D1880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несогласии с выставленными баллами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запрашивает в РЦОИ </w:t>
            </w:r>
            <w:r w:rsidR="001D1880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изображения бланков и дополнительных бланков (при наличии), файлы, содержащие ответы участника экзамена на задания КИМ, в том числе файлы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="001D1880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цифровой аудиозаписью устных ответов участника экзамена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1D1880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наличии), копии протоколов проверки экзаменационной работы предметной комиссией, КИМ, выполнявшийся участником экзамена, подавшим указанную апелляцию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1D188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Указанные материалы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предъявляются участнику </w:t>
            </w:r>
            <w:r w:rsidR="00430B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его </w:t>
            </w:r>
            <w:r w:rsidR="00430B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присутствия 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рассмотрении апелляции</w:t>
            </w:r>
            <w:r w:rsidR="00362B33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1E45A2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 заседания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апелляционной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 по рассмотрению апелляции о несогласии с выставленными баллами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устанавливает правильность оценивания </w:t>
            </w:r>
            <w:r w:rsidR="00220395" w:rsidRPr="0084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развернутого ответа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участника </w:t>
            </w:r>
            <w:r w:rsidR="0034424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подавшего апелляцию. Для этого к рассмотрению апелляции привлека</w:t>
            </w:r>
            <w:r w:rsidR="0034424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 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предметной комиссии по соответствующему у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чебному предмету, не проверявшие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ранее экзаменационную работу участника 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подавшего апелляцию о несогласии с выставленными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баллами.</w:t>
            </w:r>
          </w:p>
          <w:p w:rsidR="001D1880" w:rsidRDefault="001D188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привлеченного эксперта предметной комиссии предъявляется участнику экзамена в случае его присутствия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рассмотрении апелляции.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эксперт</w:t>
            </w:r>
            <w:r w:rsidR="00F51E9C"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да</w:t>
            </w:r>
            <w:r w:rsidR="00F51E9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однозначного ответа о правильности оценивания экзаменационной работы участника </w:t>
            </w:r>
            <w:r w:rsidR="00F51E9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обращается в Комиссию по разработке КИМ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соответствующему учебному предмету с запросом о разъяс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нениях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критериям оценивания.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рассмотрения апелляции о 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несогласии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выставленными баллами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принимает решение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отклонении апелляции и сохранении выставленных баллов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(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отсутствие технических ошибок и 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ошибок оценивания </w:t>
            </w:r>
            <w:r w:rsidR="00846303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развернутых ответов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)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либо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удовлетворении апелляции и изменении баллов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(наличие технических ошибок и (или) ошибок оценивания </w:t>
            </w:r>
            <w:r w:rsidR="00846303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развернутых ответов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При этом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3D7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удовлетворения апелляции количество ранее выставленных баллов может измениться как в сторону увеличения, так и в стор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ону уменьшения количества балов</w:t>
            </w:r>
            <w:r w:rsidR="00596865">
              <w:t xml:space="preserve"> </w:t>
            </w:r>
            <w:r w:rsidR="00596865" w:rsidRP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 не измениться в целом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Апелляции о нарушении установленного порядка проведения ГИА и (или) о несогласии с выставленными баллами могут быть отозваны участниками </w:t>
            </w:r>
            <w:r w:rsidR="001E722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их собственному желанию. Для этого участник </w:t>
            </w:r>
            <w:r w:rsidR="001E722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пишет заявление об отзыве поданной им апелляции. Обучающиеся подают соответствующее заявление в письменной форме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образовательные организации, которыми они были допущены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установленном порядке к ГИА, выпускники прошлых лет</w:t>
            </w:r>
            <w:r w:rsidR="00580866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обучающиеся СПО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8165D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места, 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 они были зарегистрированы на сдачу ЕГЭ.</w:t>
            </w:r>
          </w:p>
          <w:p w:rsidR="007F5DBE" w:rsidRPr="00F4650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r w:rsidR="00590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отсутствия заявления об отзыве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поданной апелляции, и неявки участника </w:t>
            </w:r>
            <w:r w:rsidR="000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заседание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апелляционной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комиссии, </w:t>
            </w:r>
            <w:r w:rsidR="00B9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котором рассматривается апелляция, </w:t>
            </w:r>
            <w:r w:rsidR="00596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его апелляцию в установленном порядке.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Данная информация была подготовлена в соответствии со следующими нормативными правовыми документами, регламентирующими проведение ГИА: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1.</w:t>
            </w: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Федеральным законом от 29.12.2012 № 273-ФЗ «Об образовании в Российской Федерации».</w:t>
            </w:r>
          </w:p>
          <w:p w:rsidR="007F5DBE" w:rsidRPr="00596865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2.</w:t>
            </w: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Постановлением Правительства Российской Федерации от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29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11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.20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21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№ </w:t>
            </w:r>
            <w:r w:rsid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2085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3.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 xml:space="preserve">Приказом Министерства просвещения Российской Федерации, Федеральной службы по надзору в сфере образования и науки от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04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04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.20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23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№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233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/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552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правилами проведения ЕГЭ ознакомлен(а):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___________________(_____________________)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</w:t>
            </w:r>
            <w:r w:rsidR="00655D44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20__г.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67DE" w:rsidRPr="00F46504" w:rsidRDefault="004767DE" w:rsidP="004767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Родитель (законный представитель) </w:t>
            </w:r>
            <w:r w:rsidRPr="00F46504">
              <w:rPr>
                <w:rFonts w:ascii="Times New Roman" w:hAnsi="Times New Roman" w:cs="Times New Roman"/>
                <w:b/>
                <w:sz w:val="28"/>
              </w:rPr>
              <w:t xml:space="preserve">/ </w:t>
            </w:r>
            <w:r w:rsidRPr="00F46504">
              <w:rPr>
                <w:rFonts w:ascii="Times New Roman" w:hAnsi="Times New Roman" w:cs="Times New Roman"/>
                <w:sz w:val="28"/>
              </w:rPr>
              <w:t>уполномоченное лицо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экзаменов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______________(_______________________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875A1" w:rsidRDefault="000875A1" w:rsidP="004767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476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20__г.</w:t>
            </w:r>
          </w:p>
          <w:p w:rsidR="007F5DBE" w:rsidRPr="00F46504" w:rsidRDefault="007F5DBE" w:rsidP="00091445">
            <w:pPr>
              <w:ind w:firstLine="709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48E7" w:rsidRPr="000826FB" w:rsidRDefault="00A948E7" w:rsidP="000826FB">
      <w:pPr>
        <w:rPr>
          <w:rFonts w:ascii="Times New Roman" w:hAnsi="Times New Roman" w:cs="Times New Roman"/>
          <w:sz w:val="28"/>
        </w:rPr>
      </w:pPr>
    </w:p>
    <w:sectPr w:rsidR="00A948E7" w:rsidRPr="000826FB" w:rsidSect="000826FB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2B" w:rsidRDefault="00E87E2B" w:rsidP="00CE0494">
      <w:pPr>
        <w:spacing w:after="0" w:line="240" w:lineRule="auto"/>
      </w:pPr>
      <w:r>
        <w:separator/>
      </w:r>
    </w:p>
  </w:endnote>
  <w:endnote w:type="continuationSeparator" w:id="0">
    <w:p w:rsidR="00E87E2B" w:rsidRDefault="00E87E2B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2B" w:rsidRDefault="00E87E2B" w:rsidP="00CE0494">
      <w:pPr>
        <w:spacing w:after="0" w:line="240" w:lineRule="auto"/>
      </w:pPr>
      <w:r>
        <w:separator/>
      </w:r>
    </w:p>
  </w:footnote>
  <w:footnote w:type="continuationSeparator" w:id="0">
    <w:p w:rsidR="00E87E2B" w:rsidRDefault="00E87E2B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8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 w15:restartNumberingAfterBreak="0">
    <w:nsid w:val="14583241"/>
    <w:multiLevelType w:val="hybridMultilevel"/>
    <w:tmpl w:val="4ED00676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9B35FA"/>
    <w:multiLevelType w:val="hybridMultilevel"/>
    <w:tmpl w:val="FE48B04A"/>
    <w:lvl w:ilvl="0" w:tplc="0450DB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475E8"/>
    <w:rsid w:val="0005155C"/>
    <w:rsid w:val="00051733"/>
    <w:rsid w:val="00051817"/>
    <w:rsid w:val="00052A2C"/>
    <w:rsid w:val="000538F7"/>
    <w:rsid w:val="0005610F"/>
    <w:rsid w:val="00057C91"/>
    <w:rsid w:val="0006159A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26FB"/>
    <w:rsid w:val="000875A1"/>
    <w:rsid w:val="000902DF"/>
    <w:rsid w:val="0009063A"/>
    <w:rsid w:val="00091445"/>
    <w:rsid w:val="000932F2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5D45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0DC"/>
    <w:rsid w:val="00104348"/>
    <w:rsid w:val="001137E6"/>
    <w:rsid w:val="001146EC"/>
    <w:rsid w:val="00115A65"/>
    <w:rsid w:val="00116B3D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0ACE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1880"/>
    <w:rsid w:val="001D5471"/>
    <w:rsid w:val="001D6D84"/>
    <w:rsid w:val="001D7800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07435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67B11"/>
    <w:rsid w:val="00267DFB"/>
    <w:rsid w:val="00271058"/>
    <w:rsid w:val="002773CA"/>
    <w:rsid w:val="00280383"/>
    <w:rsid w:val="00281A5C"/>
    <w:rsid w:val="00283D12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0B1D"/>
    <w:rsid w:val="00314243"/>
    <w:rsid w:val="00316E86"/>
    <w:rsid w:val="0032084F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5CB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4EC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A5A2E"/>
    <w:rsid w:val="003B09C5"/>
    <w:rsid w:val="003B1839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0788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4DBB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5C4F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30A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533E"/>
    <w:rsid w:val="00576DA0"/>
    <w:rsid w:val="00580866"/>
    <w:rsid w:val="005814DD"/>
    <w:rsid w:val="00582926"/>
    <w:rsid w:val="00582999"/>
    <w:rsid w:val="00584ED5"/>
    <w:rsid w:val="00585343"/>
    <w:rsid w:val="005872DF"/>
    <w:rsid w:val="00590948"/>
    <w:rsid w:val="005910D3"/>
    <w:rsid w:val="00595C92"/>
    <w:rsid w:val="00596865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2C12"/>
    <w:rsid w:val="0061429B"/>
    <w:rsid w:val="00616FA4"/>
    <w:rsid w:val="006175A2"/>
    <w:rsid w:val="006206C9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5FDD"/>
    <w:rsid w:val="00677F10"/>
    <w:rsid w:val="00690C81"/>
    <w:rsid w:val="0069104C"/>
    <w:rsid w:val="00691315"/>
    <w:rsid w:val="00692572"/>
    <w:rsid w:val="006A17B5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4CC9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38A7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3D1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06DCD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46D43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1F"/>
    <w:rsid w:val="00AA2DA9"/>
    <w:rsid w:val="00AA7C74"/>
    <w:rsid w:val="00AB123D"/>
    <w:rsid w:val="00AB28AE"/>
    <w:rsid w:val="00AB5323"/>
    <w:rsid w:val="00AC07DC"/>
    <w:rsid w:val="00AC6BFC"/>
    <w:rsid w:val="00AD021D"/>
    <w:rsid w:val="00AD1512"/>
    <w:rsid w:val="00AD1A0F"/>
    <w:rsid w:val="00AD4ABA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5910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67690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057E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5D46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170CD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C7F35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006E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607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80B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4790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683E"/>
    <w:rsid w:val="00E67B01"/>
    <w:rsid w:val="00E70A41"/>
    <w:rsid w:val="00E714DE"/>
    <w:rsid w:val="00E71D86"/>
    <w:rsid w:val="00E73605"/>
    <w:rsid w:val="00E80E57"/>
    <w:rsid w:val="00E85860"/>
    <w:rsid w:val="00E863EB"/>
    <w:rsid w:val="00E87E2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62C9"/>
    <w:rsid w:val="00EC7C24"/>
    <w:rsid w:val="00ED426C"/>
    <w:rsid w:val="00ED64FC"/>
    <w:rsid w:val="00ED6953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1093"/>
    <w:rsid w:val="00F17423"/>
    <w:rsid w:val="00F178F2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378C"/>
    <w:rsid w:val="00F46504"/>
    <w:rsid w:val="00F46DDA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57FD8"/>
    <w:rsid w:val="00F6054B"/>
    <w:rsid w:val="00F608F9"/>
    <w:rsid w:val="00F66C7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A8F"/>
    <w:rsid w:val="00FD2D30"/>
    <w:rsid w:val="00FD6E1D"/>
    <w:rsid w:val="00FE6D00"/>
    <w:rsid w:val="00FE6DBE"/>
    <w:rsid w:val="00FF1196"/>
    <w:rsid w:val="00FF1369"/>
    <w:rsid w:val="00FF19BC"/>
    <w:rsid w:val="00FF1D8A"/>
    <w:rsid w:val="00FF2FA4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379B"/>
  <w15:docId w15:val="{8A431213-486A-4518-82E6-30D740A4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DB31-D910-49FC-989E-DCC4122F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376</TotalTime>
  <Pages>10</Pages>
  <Words>3622</Words>
  <Characters>20650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52</cp:revision>
  <cp:lastPrinted>2023-12-05T15:12:00Z</cp:lastPrinted>
  <dcterms:created xsi:type="dcterms:W3CDTF">2022-12-28T13:32:00Z</dcterms:created>
  <dcterms:modified xsi:type="dcterms:W3CDTF">2024-12-06T08:52:00Z</dcterms:modified>
</cp:coreProperties>
</file>